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3800C-75C7-4B7B-B871-94FD450A635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